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1625" w14:textId="799AADA0" w:rsidR="00703EE5" w:rsidRDefault="00F614F8">
      <w:r>
        <w:rPr>
          <w:rFonts w:ascii="Courier New" w:hAnsi="Courier New" w:cs="Courier New"/>
          <w:noProof/>
          <w:sz w:val="144"/>
          <w:szCs w:val="144"/>
          <w:lang w:val="de-DE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E03BC7A" wp14:editId="59CB2385">
                <wp:simplePos x="0" y="0"/>
                <wp:positionH relativeFrom="column">
                  <wp:posOffset>4144010</wp:posOffset>
                </wp:positionH>
                <wp:positionV relativeFrom="paragraph">
                  <wp:posOffset>1252855</wp:posOffset>
                </wp:positionV>
                <wp:extent cx="1447800" cy="1447800"/>
                <wp:effectExtent l="0" t="304800" r="0" b="323850"/>
                <wp:wrapSquare wrapText="bothSides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700000">
                          <a:off x="0" y="0"/>
                          <a:ext cx="1447800" cy="1447800"/>
                          <a:chOff x="0" y="0"/>
                          <a:chExt cx="1442720" cy="1442720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 flipH="1">
                            <a:off x="0" y="0"/>
                            <a:ext cx="1442720" cy="1442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0" y="0"/>
                            <a:ext cx="1442720" cy="144272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4AA9CF" id="Group 5" o:spid="_x0000_s1026" style="position:absolute;margin-left:326.3pt;margin-top:98.65pt;width:114pt;height:114pt;rotation:45;z-index:251661312;mso-width-relative:margin;mso-height-relative:margin" coordsize="14427,14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">
                <v:line id="Straight Connector 6" o:spid="_x0000_s1027" style="position:absolute;flip:x;visibility:visible;mso-wrap-style:square" from="0,0" to="14427,14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" strokecolor="#7030a0"/>
                <v:line id="Straight Connector 7" o:spid="_x0000_s1028" style="position:absolute;visibility:visible;mso-wrap-style:square" from="0,0" to="14427,14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" strokecolor="#00b050"/>
                <w10:wrap type="square"/>
              </v:group>
            </w:pict>
          </mc:Fallback>
        </mc:AlternateContent>
      </w:r>
      <w:r w:rsidR="00A63C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EBE4D" wp14:editId="793E1FD1">
                <wp:simplePos x="0" y="0"/>
                <wp:positionH relativeFrom="column">
                  <wp:posOffset>907415</wp:posOffset>
                </wp:positionH>
                <wp:positionV relativeFrom="paragraph">
                  <wp:posOffset>1439862</wp:posOffset>
                </wp:positionV>
                <wp:extent cx="1800225" cy="1800225"/>
                <wp:effectExtent l="0" t="381000" r="0" b="390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700000">
                          <a:off x="0" y="0"/>
                          <a:ext cx="1800225" cy="180022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ED2CF" id="Straight Connector 2" o:spid="_x0000_s1026" style="position:absolute;rotation:45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45pt,113.35pt" to="213.2pt,2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" strokecolor="blue"/>
            </w:pict>
          </mc:Fallback>
        </mc:AlternateContent>
      </w:r>
    </w:p>
    <w:sectPr w:rsidR="00703EE5" w:rsidSect="00D8406E">
      <w:pgSz w:w="11906" w:h="8391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61"/>
    <w:rsid w:val="000C1ECD"/>
    <w:rsid w:val="00321565"/>
    <w:rsid w:val="00326855"/>
    <w:rsid w:val="004E38BB"/>
    <w:rsid w:val="005702D9"/>
    <w:rsid w:val="0062363A"/>
    <w:rsid w:val="007257C4"/>
    <w:rsid w:val="0087728C"/>
    <w:rsid w:val="00936920"/>
    <w:rsid w:val="00A63C61"/>
    <w:rsid w:val="00AB7264"/>
    <w:rsid w:val="00B1519E"/>
    <w:rsid w:val="00BB620D"/>
    <w:rsid w:val="00BD6080"/>
    <w:rsid w:val="00BF447E"/>
    <w:rsid w:val="00C26373"/>
    <w:rsid w:val="00D8406E"/>
    <w:rsid w:val="00F614F8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A8A7E"/>
  <w14:discardImageEditingData/>
  <w14:defaultImageDpi w14:val="32767"/>
  <w15:chartTrackingRefBased/>
  <w15:docId w15:val="{9F08387C-31EA-4056-88C6-75F526C83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A5%20landscape%20small%20marg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A5 landscape small margin.dotx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2021-04-19T08:55:00Z</dcterms:created>
  <dcterms:modified xsi:type="dcterms:W3CDTF">2021-04-19T09:00:00Z</dcterms:modified>
</cp:coreProperties>
</file>