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105B5" w14:textId="1D07F9CF" w:rsidR="00DA3F63" w:rsidRDefault="00040FB4" w:rsidP="00912661">
      <w:pPr>
        <w:spacing w:after="0"/>
      </w:pPr>
      <w:r w:rsidRPr="00040FB4">
        <w:rPr>
          <w:noProof/>
          <w:color w:val="C00000"/>
        </w:rPr>
        <mc:AlternateContent>
          <mc:Choice Requires="wpc">
            <w:drawing>
              <wp:anchor distT="0" distB="0" distL="114300" distR="114300" simplePos="0" relativeHeight="251659264" behindDoc="0" locked="0" layoutInCell="1" allowOverlap="1" wp14:anchorId="51F10D89" wp14:editId="2FDC703C">
                <wp:simplePos x="0" y="0"/>
                <wp:positionH relativeFrom="margin">
                  <wp:posOffset>63500</wp:posOffset>
                </wp:positionH>
                <wp:positionV relativeFrom="margin">
                  <wp:posOffset>200660</wp:posOffset>
                </wp:positionV>
                <wp:extent cx="4781278" cy="3091815"/>
                <wp:effectExtent l="0" t="0" r="635" b="0"/>
                <wp:wrapNone/>
                <wp:docPr id="990904647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s:wsp>
                        <wps:cNvPr id="968891638" name="Oval 968891638"/>
                        <wps:cNvSpPr/>
                        <wps:spPr>
                          <a:xfrm>
                            <a:off x="1775460" y="228600"/>
                            <a:ext cx="1679416" cy="2160000"/>
                          </a:xfrm>
                          <a:prstGeom prst="ellipse">
                            <a:avLst/>
                          </a:prstGeom>
                          <a:solidFill>
                            <a:schemeClr val="bg2"/>
                          </a:solidFill>
                          <a:ln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BCDF37D" w14:textId="000E3CD5" w:rsidR="00040FB4" w:rsidRPr="00040FB4" w:rsidRDefault="00040FB4" w:rsidP="00350D0D">
                              <w:pPr>
                                <w:spacing w:after="0" w:line="240" w:lineRule="auto"/>
                                <w:jc w:val="center"/>
                                <w:rPr>
                                  <w:color w:val="C00000"/>
                                  <w:sz w:val="32"/>
                                  <w:szCs w:val="32"/>
                                  <w:lang w:val="de-DE"/>
                                </w:rPr>
                              </w:pPr>
                              <w:r>
                                <w:rPr>
                                  <w:color w:val="C00000"/>
                                  <w:sz w:val="32"/>
                                  <w:szCs w:val="32"/>
                                  <w:lang w:val="de-DE"/>
                                </w:rPr>
                                <w:t xml:space="preserve">This text needs a word wrap to </w:t>
                              </w:r>
                              <w:r w:rsidR="00350D0D">
                                <w:rPr>
                                  <w:color w:val="C00000"/>
                                  <w:sz w:val="32"/>
                                  <w:szCs w:val="32"/>
                                  <w:lang w:val="de-DE"/>
                                </w:rPr>
                                <w:t>four</w:t>
                              </w:r>
                              <w:r>
                                <w:rPr>
                                  <w:color w:val="C00000"/>
                                  <w:sz w:val="32"/>
                                  <w:szCs w:val="32"/>
                                  <w:lang w:val="de-DE"/>
                                </w:rPr>
                                <w:t xml:space="preserve"> lines.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1F10D89" id="Canvas 1" o:spid="_x0000_s1026" editas="canvas" style="position:absolute;margin-left:5pt;margin-top:15.8pt;width:376.5pt;height:243.45pt;z-index:251659264;mso-position-horizontal-relative:margin;mso-position-vertical-relative:margin;mso-width-relative:margin;mso-height-relative:margin" coordsize="47809,30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47809;height:30918;visibility:visible;mso-wrap-style:square" filled="t">
                  <v:fill o:detectmouseclick="t"/>
                  <v:path o:connecttype="none"/>
                </v:shape>
                <v:oval id="Oval 968891638" o:spid="_x0000_s1028" style="position:absolute;left:17754;top:2286;width:16794;height:2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" fillcolor="#eeece1 [3214]" strokecolor="#938953 [1614]" strokeweight="2pt">
                  <v:textbox inset="0,0,0,0">
                    <w:txbxContent>
                      <w:p w14:paraId="5BCDF37D" w14:textId="000E3CD5" w:rsidR="00040FB4" w:rsidRPr="00040FB4" w:rsidRDefault="00040FB4" w:rsidP="00350D0D">
                        <w:pPr>
                          <w:spacing w:after="0" w:line="240" w:lineRule="auto"/>
                          <w:jc w:val="center"/>
                          <w:rPr>
                            <w:color w:val="C00000"/>
                            <w:sz w:val="32"/>
                            <w:szCs w:val="32"/>
                            <w:lang w:val="de-DE"/>
                          </w:rPr>
                        </w:pPr>
                        <w:r>
                          <w:rPr>
                            <w:color w:val="C00000"/>
                            <w:sz w:val="32"/>
                            <w:szCs w:val="32"/>
                            <w:lang w:val="de-DE"/>
                          </w:rPr>
                          <w:t xml:space="preserve">This text needs a word wrap to </w:t>
                        </w:r>
                        <w:r w:rsidR="00350D0D">
                          <w:rPr>
                            <w:color w:val="C00000"/>
                            <w:sz w:val="32"/>
                            <w:szCs w:val="32"/>
                            <w:lang w:val="de-DE"/>
                          </w:rPr>
                          <w:t>four</w:t>
                        </w:r>
                        <w:r>
                          <w:rPr>
                            <w:color w:val="C00000"/>
                            <w:sz w:val="32"/>
                            <w:szCs w:val="32"/>
                            <w:lang w:val="de-DE"/>
                          </w:rPr>
                          <w:t xml:space="preserve"> lines.</w:t>
                        </w:r>
                      </w:p>
                    </w:txbxContent>
                  </v:textbox>
                </v:oval>
                <w10:wrap anchorx="margin" anchory="margin"/>
              </v:group>
            </w:pict>
          </mc:Fallback>
        </mc:AlternateContent>
      </w:r>
      <w:r>
        <w:t>Text in primitive shape</w:t>
      </w:r>
    </w:p>
    <w:sectPr w:rsidR="00DA3F63" w:rsidSect="00912661">
      <w:pgSz w:w="8392" w:h="5954" w:orient="landscape" w:code="70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attachedTemplate r:id="rId1"/>
  <w:defaultTabStop w:val="720"/>
  <w:hyphenationZone w:val="425"/>
  <w:drawingGridHorizontalSpacing w:val="284"/>
  <w:drawingGridVerticalSpacing w:val="284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FB4"/>
    <w:rsid w:val="00040FB4"/>
    <w:rsid w:val="000C1ECD"/>
    <w:rsid w:val="00274F82"/>
    <w:rsid w:val="002B63F0"/>
    <w:rsid w:val="00321565"/>
    <w:rsid w:val="00326855"/>
    <w:rsid w:val="00350D0D"/>
    <w:rsid w:val="004E38BB"/>
    <w:rsid w:val="00516689"/>
    <w:rsid w:val="005702D9"/>
    <w:rsid w:val="0062363A"/>
    <w:rsid w:val="007257C4"/>
    <w:rsid w:val="0087728C"/>
    <w:rsid w:val="00897E2B"/>
    <w:rsid w:val="00912661"/>
    <w:rsid w:val="00936920"/>
    <w:rsid w:val="00AB7264"/>
    <w:rsid w:val="00B1519E"/>
    <w:rsid w:val="00BB620D"/>
    <w:rsid w:val="00BD6080"/>
    <w:rsid w:val="00C26373"/>
    <w:rsid w:val="00DA3F63"/>
    <w:rsid w:val="00F63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4ADDDE"/>
  <w14:discardImageEditingData/>
  <w14:defaultImageDpi w14:val="32767"/>
  <w15:chartTrackingRefBased/>
  <w15:docId w15:val="{9D56673A-F6D8-4B4E-AF66-988950898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e\Custom%20Office%20Templates\DinA6qu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DinA6quer.dotx</Template>
  <TotalTime>4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Henschel</dc:creator>
  <cp:keywords/>
  <dc:description/>
  <cp:lastModifiedBy>Regina Henschel</cp:lastModifiedBy>
  <cp:revision>3</cp:revision>
  <dcterms:created xsi:type="dcterms:W3CDTF">2023-11-09T23:22:00Z</dcterms:created>
  <dcterms:modified xsi:type="dcterms:W3CDTF">2023-11-09T23:48:00Z</dcterms:modified>
</cp:coreProperties>
</file>