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ms-word.document.macroEnabled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87B" w:rsidRPr="003808E2" w:rsidRDefault="0014287B" w:rsidP="0014287B">
      <w:pPr>
        <w:sectPr w:rsidR="0014287B" w:rsidRPr="003808E2" w:rsidSect="00874339">
          <w:headerReference w:type="default" r:id="rId7"/>
          <w:pgSz w:w="11906" w:h="16838"/>
          <w:pgMar w:top="1440" w:right="1440" w:bottom="1440" w:left="1440" w:header="850" w:footer="708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cols w:space="708"/>
          <w:docGrid w:linePitch="360"/>
        </w:sectPr>
      </w:pPr>
    </w:p>
    <w:p w:rsidR="0082583B" w:rsidRDefault="0082583B" w:rsidP="00077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 w:rsidRPr="0082583B">
        <w:rPr>
          <w:b/>
          <w:u w:val="single"/>
        </w:rPr>
        <w:t>Date Required:</w:t>
      </w:r>
      <w:r>
        <w:rPr>
          <w:b/>
        </w:rPr>
        <w:t xml:space="preserve"> </w:t>
      </w:r>
      <w:sdt>
        <w:sdtPr>
          <w:rPr>
            <w:b/>
          </w:rPr>
          <w:id w:val="1249080655"/>
          <w:placeholder>
            <w:docPart w:val="D0121C32FB09445FB6B4A3657F89B443"/>
          </w:placeholder>
          <w:showingPlcHdr/>
          <w:date w:fullDate="2017-09-28T00:00:00Z">
            <w:dateFormat w:val="dddd, d MMMM yyyy"/>
            <w:lid w:val="en-AU"/>
            <w:storeMappedDataAs w:val="dateTime"/>
            <w:calendar w:val="gregorian"/>
          </w:date>
        </w:sdtPr>
        <w:sdtContent>
          <w:r w:rsidR="004123C5">
            <w:rPr>
              <w:rStyle w:val="PlaceholderText"/>
            </w:rPr>
            <w:t xml:space="preserve">Click here to enter </w:t>
          </w:r>
          <w:r w:rsidR="004123C5" w:rsidRPr="00AE7490">
            <w:rPr>
              <w:rStyle w:val="PlaceholderText"/>
            </w:rPr>
            <w:t>a date.</w:t>
          </w:r>
        </w:sdtContent>
      </w:sdt>
      <w:r>
        <w:rPr>
          <w:b/>
        </w:rPr>
        <w:t xml:space="preserve">  </w:t>
      </w:r>
      <w:r w:rsidRPr="0082583B">
        <w:rPr>
          <w:b/>
          <w:u w:val="single"/>
        </w:rPr>
        <w:t>Time:</w:t>
      </w:r>
      <w:r>
        <w:rPr>
          <w:b/>
        </w:rPr>
        <w:t xml:space="preserve"> </w:t>
      </w:r>
      <w:sdt>
        <w:sdtPr>
          <w:rPr>
            <w:b/>
          </w:rPr>
          <w:id w:val="-1752800792"/>
          <w:placeholder>
            <w:docPart w:val="BD6985C9A54E49938004A2A8F7191AB0"/>
          </w:placeholder>
          <w:showingPlcHdr/>
        </w:sdtPr>
        <w:sdtContent>
          <w:r w:rsidR="004123C5">
            <w:rPr>
              <w:rStyle w:val="PlaceholderText"/>
            </w:rPr>
            <w:t>Enter a pick up/delivery time</w:t>
          </w:r>
        </w:sdtContent>
      </w:sdt>
    </w:p>
    <w:p w:rsidR="00DD4656" w:rsidRDefault="0014287B" w:rsidP="00077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 w:rsidRPr="0082583B">
        <w:rPr>
          <w:b/>
          <w:u w:val="single"/>
        </w:rPr>
        <w:t>Business Name:</w:t>
      </w:r>
      <w:r>
        <w:rPr>
          <w:b/>
        </w:rPr>
        <w:t xml:space="preserve"> </w:t>
      </w:r>
      <w:sdt>
        <w:sdtPr>
          <w:rPr>
            <w:b/>
          </w:rPr>
          <w:id w:val="1644167883"/>
          <w:placeholder>
            <w:docPart w:val="5C7497827B14437799198A8443C1BCC0"/>
          </w:placeholder>
          <w:showingPlcHdr/>
        </w:sdtPr>
        <w:sdtContent>
          <w:r w:rsidRPr="00AE7490">
            <w:rPr>
              <w:rStyle w:val="PlaceholderText"/>
            </w:rPr>
            <w:t>Click here to enter text.</w:t>
          </w:r>
        </w:sdtContent>
      </w:sdt>
      <w:r>
        <w:rPr>
          <w:b/>
        </w:rPr>
        <w:tab/>
      </w:r>
      <w:r w:rsidR="0082583B">
        <w:rPr>
          <w:b/>
          <w:u w:val="single"/>
        </w:rPr>
        <w:t>Contact Name</w:t>
      </w:r>
      <w:r w:rsidRPr="0082583B">
        <w:rPr>
          <w:b/>
          <w:u w:val="single"/>
        </w:rPr>
        <w:t>:</w:t>
      </w:r>
      <w:r w:rsidR="00DD4656">
        <w:rPr>
          <w:b/>
          <w:u w:val="single"/>
        </w:rPr>
        <w:t xml:space="preserve"> </w:t>
      </w:r>
      <w:sdt>
        <w:sdtPr>
          <w:rPr>
            <w:b/>
          </w:rPr>
          <w:id w:val="367803851"/>
          <w:placeholder>
            <w:docPart w:val="A1A9B8661FFC4DA0A3F2314107BEAE2F"/>
          </w:placeholder>
          <w:showingPlcHdr/>
        </w:sdtPr>
        <w:sdtContent>
          <w:r w:rsidR="00DD4656" w:rsidRPr="00DD4656">
            <w:rPr>
              <w:rStyle w:val="PlaceholderText"/>
            </w:rPr>
            <w:t>Click here to enter text.</w:t>
          </w:r>
        </w:sdtContent>
      </w:sdt>
    </w:p>
    <w:p w:rsidR="0014287B" w:rsidRDefault="0014287B" w:rsidP="00077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r w:rsidRPr="0082583B">
        <w:rPr>
          <w:b/>
          <w:u w:val="single"/>
        </w:rPr>
        <w:t>Phone:</w:t>
      </w:r>
      <w:r>
        <w:rPr>
          <w:b/>
        </w:rPr>
        <w:t xml:space="preserve"> </w:t>
      </w:r>
      <w:sdt>
        <w:sdtPr>
          <w:rPr>
            <w:b/>
          </w:rPr>
          <w:id w:val="-2085293988"/>
          <w:placeholder>
            <w:docPart w:val="8E3BE8C0CF464EE388E62EA66F40DF6E"/>
          </w:placeholder>
          <w:showingPlcHdr/>
        </w:sdtPr>
        <w:sdtContent>
          <w:r w:rsidR="004123C5">
            <w:rPr>
              <w:rStyle w:val="PlaceholderText"/>
            </w:rPr>
            <w:t xml:space="preserve">Enter Phone Number </w:t>
          </w:r>
        </w:sdtContent>
      </w:sdt>
      <w:r>
        <w:rPr>
          <w:b/>
        </w:rPr>
        <w:tab/>
      </w:r>
      <w:r>
        <w:rPr>
          <w:b/>
        </w:rPr>
        <w:tab/>
      </w:r>
      <w:r w:rsidRPr="0082583B">
        <w:rPr>
          <w:b/>
          <w:u w:val="single"/>
        </w:rPr>
        <w:t>Email:</w:t>
      </w:r>
      <w:r>
        <w:rPr>
          <w:b/>
        </w:rPr>
        <w:t xml:space="preserve"> </w:t>
      </w:r>
      <w:sdt>
        <w:sdtPr>
          <w:rPr>
            <w:b/>
          </w:rPr>
          <w:id w:val="1199905983"/>
          <w:placeholder>
            <w:docPart w:val="A18A4CD65C65466D87A7AF69E51D429C"/>
          </w:placeholder>
          <w:showingPlcHdr/>
        </w:sdtPr>
        <w:sdtContent>
          <w:r w:rsidR="004123C5">
            <w:rPr>
              <w:rStyle w:val="PlaceholderText"/>
            </w:rPr>
            <w:t>Enter email address</w:t>
          </w:r>
        </w:sdtContent>
      </w:sdt>
    </w:p>
    <w:p w:rsidR="003808E2" w:rsidRDefault="00057DA0" w:rsidP="00077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</w:rPr>
      </w:pPr>
      <w:sdt>
        <w:sdtPr>
          <w:rPr>
            <w:b/>
          </w:rPr>
          <w:id w:val="-13759229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09D1">
            <w:rPr>
              <w:rFonts w:ascii="MS Gothic" w:eastAsia="MS Gothic" w:hAnsi="MS Gothic" w:hint="eastAsia"/>
              <w:b/>
            </w:rPr>
            <w:t>☐</w:t>
          </w:r>
        </w:sdtContent>
      </w:sdt>
      <w:r w:rsidR="00F309D1">
        <w:rPr>
          <w:b/>
        </w:rPr>
        <w:t xml:space="preserve"> Pick Up</w:t>
      </w:r>
      <w:r w:rsidR="00F309D1">
        <w:rPr>
          <w:b/>
        </w:rPr>
        <w:tab/>
      </w:r>
      <w:sdt>
        <w:sdtPr>
          <w:rPr>
            <w:b/>
          </w:rPr>
          <w:id w:val="505332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09D1">
            <w:rPr>
              <w:rFonts w:ascii="MS Gothic" w:eastAsia="MS Gothic" w:hAnsi="MS Gothic" w:hint="eastAsia"/>
              <w:b/>
            </w:rPr>
            <w:t>☐</w:t>
          </w:r>
        </w:sdtContent>
      </w:sdt>
      <w:r w:rsidR="00F309D1">
        <w:rPr>
          <w:b/>
        </w:rPr>
        <w:t xml:space="preserve"> Delivery</w:t>
      </w:r>
    </w:p>
    <w:p w:rsidR="00DD4656" w:rsidRDefault="00057DA0" w:rsidP="00077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085"/>
        </w:tabs>
        <w:rPr>
          <w:b/>
        </w:rPr>
      </w:pPr>
      <w:sdt>
        <w:sdtPr>
          <w:rPr>
            <w:b/>
          </w:rPr>
          <w:id w:val="-344246871"/>
          <w:placeholder>
            <w:docPart w:val="0083136594EE40608120035E62A4233A"/>
          </w:placeholder>
          <w:showingPlcHdr/>
        </w:sdtPr>
        <w:sdtContent>
          <w:r w:rsidR="00DD4656" w:rsidRPr="00DD4656">
            <w:rPr>
              <w:b/>
              <w:color w:val="767171" w:themeColor="background2" w:themeShade="80"/>
            </w:rPr>
            <w:t xml:space="preserve">Please </w:t>
          </w:r>
          <w:r w:rsidR="00DD4656">
            <w:rPr>
              <w:b/>
              <w:color w:val="767171" w:themeColor="background2" w:themeShade="80"/>
            </w:rPr>
            <w:t xml:space="preserve">click to </w:t>
          </w:r>
          <w:r w:rsidR="00DD4656" w:rsidRPr="00DD4656">
            <w:rPr>
              <w:b/>
              <w:color w:val="767171" w:themeColor="background2" w:themeShade="80"/>
            </w:rPr>
            <w:t xml:space="preserve">enter Delivery Address or </w:t>
          </w:r>
          <w:r w:rsidR="00DD4656">
            <w:rPr>
              <w:b/>
              <w:color w:val="767171" w:themeColor="background2" w:themeShade="80"/>
            </w:rPr>
            <w:t xml:space="preserve">Bagel Boys </w:t>
          </w:r>
          <w:r w:rsidR="00DD4656" w:rsidRPr="00DD4656">
            <w:rPr>
              <w:b/>
              <w:color w:val="767171" w:themeColor="background2" w:themeShade="80"/>
            </w:rPr>
            <w:t>Store to be picked up from</w:t>
          </w:r>
        </w:sdtContent>
      </w:sdt>
      <w:r w:rsidR="00DD4656">
        <w:rPr>
          <w:b/>
        </w:rPr>
        <w:tab/>
      </w:r>
    </w:p>
    <w:p w:rsidR="00C70A84" w:rsidRPr="003A641E" w:rsidRDefault="00DD4656" w:rsidP="00077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rPr>
          <w:b/>
        </w:rPr>
      </w:pPr>
      <w:r>
        <w:rPr>
          <w:b/>
        </w:rPr>
        <w:t xml:space="preserve">Payment Method: </w:t>
      </w:r>
      <w:sdt>
        <w:sdtPr>
          <w:rPr>
            <w:rStyle w:val="Style3"/>
          </w:rPr>
          <w:id w:val="454375961"/>
          <w:placeholder>
            <w:docPart w:val="00A5F9574E6F4E079502658FAC797C94"/>
          </w:placeholder>
          <w:dropDownList>
            <w:listItem w:displayText="Please Choose" w:value="Please Choose"/>
            <w:listItem w:displayText="Credit Card" w:value="Credit Card"/>
            <w:listItem w:displayText="Invoice" w:value="Invoice"/>
            <w:listItem w:displayText="COD" w:value="COD"/>
          </w:dropDownList>
        </w:sdtPr>
        <w:sdtContent>
          <w:r w:rsidR="003A641E">
            <w:rPr>
              <w:rStyle w:val="Style3"/>
            </w:rPr>
            <w:t>Please Choose</w:t>
          </w:r>
        </w:sdtContent>
      </w:sdt>
      <w:r w:rsidR="003A641E">
        <w:rPr>
          <w:b/>
        </w:rPr>
        <w:tab/>
      </w:r>
      <w:r w:rsidR="003A641E">
        <w:rPr>
          <w:b/>
        </w:rPr>
        <w:tab/>
      </w:r>
      <w:r w:rsidR="003A641E">
        <w:rPr>
          <w:b/>
        </w:rPr>
        <w:tab/>
      </w:r>
      <w:r w:rsidR="003A641E">
        <w:rPr>
          <w:b/>
        </w:rPr>
        <w:tab/>
      </w:r>
      <w:r w:rsidR="003A641E">
        <w:rPr>
          <w:b/>
        </w:rPr>
        <w:tab/>
      </w:r>
      <w:r w:rsidR="003A641E">
        <w:rPr>
          <w:b/>
        </w:rPr>
        <w:tab/>
      </w:r>
      <w:r w:rsidR="003A641E">
        <w:rPr>
          <w:b/>
        </w:rPr>
        <w:tab/>
        <w:t xml:space="preserve">               </w:t>
      </w:r>
      <w:r w:rsidR="003808E2" w:rsidRPr="003808E2">
        <w:rPr>
          <w:b/>
          <w:sz w:val="16"/>
          <w:szCs w:val="16"/>
        </w:rPr>
        <w:t xml:space="preserve">*please note we do not accept AMEX    </w:t>
      </w:r>
    </w:p>
    <w:p w:rsidR="003A641E" w:rsidRDefault="003A641E" w:rsidP="005C2D49">
      <w:pPr>
        <w:framePr w:h="1276" w:hRule="exact" w:hSpace="180" w:wrap="around" w:vAnchor="text" w:hAnchor="page" w:x="1381" w:y="21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05"/>
        </w:tabs>
        <w:rPr>
          <w:b/>
          <w:u w:val="single"/>
        </w:rPr>
      </w:pPr>
      <w:r>
        <w:t xml:space="preserve">Please note that unless specified we will give a mixture of plain, </w:t>
      </w:r>
      <w:r w:rsidR="005C2D49">
        <w:t>poppy, sesame</w:t>
      </w:r>
      <w:r>
        <w:t xml:space="preserve"> and wholegrain bagels. Also please note that unless specified we will give a random mixture of the bagel fillings from your selected catering box. Please leave the box next to the flavours blank if you are happy for us to choose.</w:t>
      </w:r>
    </w:p>
    <w:p w:rsidR="00077462" w:rsidRDefault="00077462" w:rsidP="00077462">
      <w:pPr>
        <w:framePr w:w="9061" w:hSpace="180" w:wrap="around" w:vAnchor="text" w:hAnchor="page" w:x="1381" w:y="535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b/>
        </w:rPr>
        <w:t xml:space="preserve">Deluxe Box: </w:t>
      </w:r>
      <w:sdt>
        <w:sdtPr>
          <w:rPr>
            <w:b/>
          </w:rPr>
          <w:id w:val="-1957546016"/>
          <w:placeholder>
            <w:docPart w:val="71E147F5DC6F47A3A78C1BD4D46BCA60"/>
          </w:placeholder>
          <w:showingPlcHdr/>
        </w:sdtPr>
        <w:sdtContent>
          <w:r>
            <w:rPr>
              <w:rStyle w:val="PlaceholderText"/>
            </w:rPr>
            <w:t>Please enter no of boxes</w:t>
          </w:r>
        </w:sdtContent>
      </w:sdt>
    </w:p>
    <w:p w:rsidR="00077462" w:rsidRDefault="00077462" w:rsidP="00077462">
      <w:pPr>
        <w:framePr w:w="9061" w:hSpace="180" w:wrap="around" w:vAnchor="text" w:hAnchor="page" w:x="1381" w:y="535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Smoked Salmon Classic </w:t>
      </w:r>
      <w:bookmarkStart w:id="0" w:name="_GoBack"/>
      <w:r>
        <w:object w:dxaOrig="1380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48" type="#_x0000_t75" style="width:37.5pt;height:18pt" o:ole="">
            <v:imagedata r:id="rId8" o:title=""/>
          </v:shape>
          <w:control r:id="rId9" w:name="TextBox2711" w:shapeid="_x0000_i1748"/>
        </w:object>
      </w:r>
      <w:bookmarkEnd w:id="0"/>
      <w:r>
        <w:t xml:space="preserve">  Turkey&amp;Brie </w:t>
      </w:r>
      <w:r>
        <w:object w:dxaOrig="1380" w:dyaOrig="345">
          <v:shape id="_x0000_i1649" type="#_x0000_t75" style="width:37.5pt;height:18pt" o:ole="">
            <v:imagedata r:id="rId8" o:title=""/>
          </v:shape>
          <w:control r:id="rId10" w:name="TextBox2712" w:shapeid="_x0000_i1649"/>
        </w:object>
      </w:r>
      <w:r>
        <w:t xml:space="preserve">  Reuben </w:t>
      </w:r>
      <w:r>
        <w:object w:dxaOrig="1380" w:dyaOrig="345">
          <v:shape id="_x0000_i1648" type="#_x0000_t75" style="width:37.5pt;height:18pt" o:ole="">
            <v:imagedata r:id="rId8" o:title=""/>
          </v:shape>
          <w:control r:id="rId11" w:name="TextBox2713" w:shapeid="_x0000_i1648"/>
        </w:object>
      </w:r>
      <w:r>
        <w:t xml:space="preserve">  BB Club </w:t>
      </w:r>
      <w:r>
        <w:object w:dxaOrig="1380" w:dyaOrig="345">
          <v:shape id="_x0000_i1647" type="#_x0000_t75" style="width:37.5pt;height:18pt" o:ole="">
            <v:imagedata r:id="rId8" o:title=""/>
          </v:shape>
          <w:control r:id="rId12" w:name="TextBox2714" w:shapeid="_x0000_i1647"/>
        </w:object>
      </w:r>
    </w:p>
    <w:p w:rsidR="00077462" w:rsidRPr="005C2D49" w:rsidRDefault="00077462" w:rsidP="00077462">
      <w:pPr>
        <w:framePr w:w="9061" w:hSpace="180" w:wrap="around" w:vAnchor="text" w:hAnchor="page" w:x="1381" w:y="535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Creamy Crackler </w:t>
      </w:r>
      <w:r>
        <w:object w:dxaOrig="1380" w:dyaOrig="345">
          <v:shape id="_x0000_i1646" type="#_x0000_t75" style="width:37.5pt;height:18pt" o:ole="">
            <v:imagedata r:id="rId8" o:title=""/>
          </v:shape>
          <w:control r:id="rId13" w:name="TextBox2715" w:shapeid="_x0000_i1646"/>
        </w:object>
      </w:r>
      <w:r>
        <w:t xml:space="preserve">  Tandoori Chicken </w:t>
      </w:r>
      <w:r>
        <w:object w:dxaOrig="1380" w:dyaOrig="345">
          <v:shape id="_x0000_i1645" type="#_x0000_t75" style="width:37.5pt;height:18pt" o:ole="">
            <v:imagedata r:id="rId8" o:title=""/>
          </v:shape>
          <w:control r:id="rId14" w:name="TextBox2716" w:shapeid="_x0000_i1645"/>
        </w:object>
      </w:r>
      <w:r>
        <w:t xml:space="preserve">  Vege Option </w:t>
      </w:r>
      <w:r>
        <w:object w:dxaOrig="1380" w:dyaOrig="345">
          <v:shape id="_x0000_i1644" type="#_x0000_t75" style="width:37.5pt;height:18pt" o:ole="">
            <v:imagedata r:id="rId8" o:title=""/>
          </v:shape>
          <w:control r:id="rId15" w:name="TextBox2717" w:shapeid="_x0000_i1644"/>
        </w:object>
      </w:r>
    </w:p>
    <w:p w:rsidR="004C6244" w:rsidRPr="003808E2" w:rsidRDefault="003808E2" w:rsidP="004123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05"/>
        </w:tabs>
        <w:rPr>
          <w:b/>
        </w:rPr>
      </w:pPr>
      <w:r>
        <w:rPr>
          <w:b/>
          <w:u w:val="single"/>
        </w:rPr>
        <w:t xml:space="preserve">Total Number of boxes: </w:t>
      </w:r>
      <w:r w:rsidR="00C70A84" w:rsidRPr="00C70A84">
        <w:rPr>
          <w:b/>
        </w:rPr>
        <w:object w:dxaOrig="1380" w:dyaOrig="345">
          <v:shape id="_x0000_i1559" type="#_x0000_t75" style="width:69pt;height:17.25pt" o:ole="">
            <v:imagedata r:id="rId16" o:title=""/>
          </v:shape>
          <w:control r:id="rId17" w:name="TextBox1" w:shapeid="_x0000_i1559"/>
        </w:object>
      </w:r>
      <w:r w:rsidR="00C70A84">
        <w:rPr>
          <w:b/>
        </w:rPr>
        <w:tab/>
      </w:r>
      <w:r w:rsidR="00C70A84">
        <w:rPr>
          <w:b/>
        </w:rPr>
        <w:tab/>
      </w:r>
      <w:r w:rsidR="00C70A84">
        <w:rPr>
          <w:b/>
        </w:rPr>
        <w:object w:dxaOrig="1380" w:dyaOrig="345">
          <v:shape id="_x0000_i1558" type="#_x0000_t75" style="width:108pt;height:21pt" o:ole="">
            <v:imagedata r:id="rId18" o:title=""/>
          </v:shape>
          <w:control r:id="rId19" w:name="OptionButton6" w:shapeid="_x0000_i1558"/>
        </w:object>
      </w:r>
      <w:r w:rsidR="00C70A84">
        <w:rPr>
          <w:b/>
        </w:rPr>
        <w:t xml:space="preserve"> </w:t>
      </w:r>
      <w:r w:rsidR="00C70A84">
        <w:rPr>
          <w:b/>
        </w:rPr>
        <w:object w:dxaOrig="1380" w:dyaOrig="345">
          <v:shape id="_x0000_i1557" type="#_x0000_t75" style="width:108pt;height:21pt" o:ole="">
            <v:imagedata r:id="rId20" o:title=""/>
          </v:shape>
          <w:control r:id="rId21" w:name="OptionButton7" w:shapeid="_x0000_i1557"/>
        </w:object>
      </w:r>
    </w:p>
    <w:p w:rsidR="003808E2" w:rsidRDefault="00C70A84" w:rsidP="003A641E">
      <w:pPr>
        <w:framePr w:hSpace="180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05"/>
        </w:tabs>
        <w:rPr>
          <w:b/>
        </w:rPr>
      </w:pPr>
      <w:r>
        <w:rPr>
          <w:b/>
        </w:rPr>
        <w:t xml:space="preserve">Schmears Box: </w:t>
      </w:r>
      <w:sdt>
        <w:sdtPr>
          <w:rPr>
            <w:b/>
          </w:rPr>
          <w:id w:val="-1493711365"/>
          <w:placeholder>
            <w:docPart w:val="D9B5B3695E864499A29B15CDF7EA7EB5"/>
          </w:placeholder>
          <w:showingPlcHdr/>
        </w:sdtPr>
        <w:sdtContent>
          <w:r>
            <w:rPr>
              <w:rStyle w:val="PlaceholderText"/>
            </w:rPr>
            <w:t>Please enter no of boxes</w:t>
          </w:r>
        </w:sdtContent>
      </w:sdt>
      <w:r>
        <w:rPr>
          <w:b/>
        </w:rPr>
        <w:t xml:space="preserve"> </w:t>
      </w:r>
    </w:p>
    <w:p w:rsidR="005C2D49" w:rsidRDefault="00FE6B0E" w:rsidP="003A641E">
      <w:pPr>
        <w:framePr w:hSpace="180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Avocado</w:t>
      </w:r>
      <w:r>
        <w:object w:dxaOrig="1380" w:dyaOrig="345">
          <v:shape id="_x0000_i1556" type="#_x0000_t75" style="width:37.5pt;height:18pt" o:ole="">
            <v:imagedata r:id="rId8" o:title=""/>
          </v:shape>
          <w:control r:id="rId22" w:name="TextBox2" w:shapeid="_x0000_i1556"/>
        </w:object>
      </w:r>
      <w:r w:rsidR="005C2D49">
        <w:t xml:space="preserve"> </w:t>
      </w:r>
      <w:r w:rsidR="003A641E">
        <w:t xml:space="preserve">Plain CC </w:t>
      </w:r>
      <w:r w:rsidR="005C2D49">
        <w:object w:dxaOrig="1380" w:dyaOrig="345">
          <v:shape id="_x0000_i1555" type="#_x0000_t75" style="width:37.5pt;height:18pt" o:ole="">
            <v:imagedata r:id="rId8" o:title=""/>
          </v:shape>
          <w:control r:id="rId23" w:name="TextBox21" w:shapeid="_x0000_i1555"/>
        </w:object>
      </w:r>
      <w:r w:rsidR="003A641E">
        <w:t xml:space="preserve"> Chives CC </w:t>
      </w:r>
      <w:r w:rsidR="005C2D49">
        <w:object w:dxaOrig="1380" w:dyaOrig="345">
          <v:shape id="_x0000_i1554" type="#_x0000_t75" style="width:37.5pt;height:18pt" o:ole="">
            <v:imagedata r:id="rId8" o:title=""/>
          </v:shape>
          <w:control r:id="rId24" w:name="TextBox23" w:shapeid="_x0000_i1554"/>
        </w:object>
      </w:r>
      <w:r w:rsidR="003A641E">
        <w:t xml:space="preserve">Jam </w:t>
      </w:r>
      <w:r w:rsidR="005C2D49">
        <w:object w:dxaOrig="1380" w:dyaOrig="345">
          <v:shape id="_x0000_i1553" type="#_x0000_t75" style="width:37.5pt;height:18pt" o:ole="">
            <v:imagedata r:id="rId8" o:title=""/>
          </v:shape>
          <w:control r:id="rId25" w:name="TextBox24" w:shapeid="_x0000_i1553"/>
        </w:object>
      </w:r>
      <w:r w:rsidR="003A641E">
        <w:t xml:space="preserve">  Jalapeno </w:t>
      </w:r>
      <w:r w:rsidR="005C2D49">
        <w:object w:dxaOrig="1380" w:dyaOrig="345">
          <v:shape id="_x0000_i1552" type="#_x0000_t75" style="width:37.5pt;height:18pt" o:ole="">
            <v:imagedata r:id="rId8" o:title=""/>
          </v:shape>
          <w:control r:id="rId26" w:name="TextBox25" w:shapeid="_x0000_i1552"/>
        </w:object>
      </w:r>
      <w:r w:rsidR="003A641E">
        <w:t xml:space="preserve"> </w:t>
      </w:r>
    </w:p>
    <w:p w:rsidR="003A641E" w:rsidRPr="004C6244" w:rsidRDefault="003A641E" w:rsidP="003A641E">
      <w:pPr>
        <w:framePr w:hSpace="180" w:wrap="around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 Honey </w:t>
      </w:r>
      <w:r w:rsidR="005C2D49">
        <w:object w:dxaOrig="1380" w:dyaOrig="345">
          <v:shape id="_x0000_i1551" type="#_x0000_t75" style="width:37.5pt;height:18pt" o:ole="">
            <v:imagedata r:id="rId8" o:title=""/>
          </v:shape>
          <w:control r:id="rId27" w:name="TextBox26" w:shapeid="_x0000_i1551"/>
        </w:object>
      </w:r>
      <w:r w:rsidR="005C2D49">
        <w:t xml:space="preserve"> </w:t>
      </w:r>
      <w:r>
        <w:t>Choc Hazelnut</w:t>
      </w:r>
      <w:r w:rsidR="005C2D49">
        <w:object w:dxaOrig="1380" w:dyaOrig="345">
          <v:shape id="_x0000_i1550" type="#_x0000_t75" style="width:37.5pt;height:18pt" o:ole="">
            <v:imagedata r:id="rId8" o:title=""/>
          </v:shape>
          <w:control r:id="rId28" w:name="TextBox27" w:shapeid="_x0000_i1550"/>
        </w:object>
      </w:r>
    </w:p>
    <w:p w:rsidR="00077462" w:rsidRDefault="00077462" w:rsidP="00077462">
      <w:pPr>
        <w:framePr w:hSpace="180" w:wrap="around" w:vAnchor="text" w:hAnchor="page" w:x="1426" w:y="170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3A641E">
        <w:rPr>
          <w:b/>
        </w:rPr>
        <w:t>Classic Box:</w:t>
      </w:r>
      <w:r>
        <w:t xml:space="preserve"> </w:t>
      </w:r>
      <w:sdt>
        <w:sdtPr>
          <w:rPr>
            <w:b/>
          </w:rPr>
          <w:id w:val="1958131726"/>
          <w:placeholder>
            <w:docPart w:val="2B5E8F16662C4623B9F086A512793F21"/>
          </w:placeholder>
          <w:showingPlcHdr/>
        </w:sdtPr>
        <w:sdtContent>
          <w:r>
            <w:rPr>
              <w:rStyle w:val="PlaceholderText"/>
            </w:rPr>
            <w:t>Please enter no of boxes</w:t>
          </w:r>
        </w:sdtContent>
      </w:sdt>
    </w:p>
    <w:p w:rsidR="00077462" w:rsidRDefault="00077462" w:rsidP="00077462">
      <w:pPr>
        <w:framePr w:hSpace="180" w:wrap="around" w:vAnchor="text" w:hAnchor="page" w:x="1426" w:y="170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Smoked Salmon &amp; CC </w:t>
      </w:r>
      <w:r>
        <w:object w:dxaOrig="1380" w:dyaOrig="345">
          <v:shape id="_x0000_i1587" type="#_x0000_t75" style="width:37.5pt;height:18pt" o:ole="">
            <v:imagedata r:id="rId8" o:title=""/>
          </v:shape>
          <w:control r:id="rId29" w:name="TextBox271" w:shapeid="_x0000_i1587"/>
        </w:object>
      </w:r>
      <w:r>
        <w:t xml:space="preserve"> Smoked Chicken </w:t>
      </w:r>
      <w:r>
        <w:object w:dxaOrig="1380" w:dyaOrig="345">
          <v:shape id="_x0000_i1586" type="#_x0000_t75" style="width:37.5pt;height:18pt" o:ole="">
            <v:imagedata r:id="rId8" o:title=""/>
          </v:shape>
          <w:control r:id="rId30" w:name="TextBox272" w:shapeid="_x0000_i1586"/>
        </w:object>
      </w:r>
      <w:r>
        <w:t xml:space="preserve"> B.R.A.T. </w:t>
      </w:r>
      <w:r>
        <w:object w:dxaOrig="1380" w:dyaOrig="345">
          <v:shape id="_x0000_i1585" type="#_x0000_t75" style="width:37.5pt;height:18pt" o:ole="">
            <v:imagedata r:id="rId8" o:title=""/>
          </v:shape>
          <w:control r:id="rId31" w:name="TextBox273" w:shapeid="_x0000_i1585"/>
        </w:object>
      </w:r>
      <w:r>
        <w:t xml:space="preserve"> Dad’s Army </w:t>
      </w:r>
      <w:r>
        <w:object w:dxaOrig="1380" w:dyaOrig="345">
          <v:shape id="_x0000_i1584" type="#_x0000_t75" style="width:37.5pt;height:18pt" o:ole="">
            <v:imagedata r:id="rId8" o:title=""/>
          </v:shape>
          <w:control r:id="rId32" w:name="TextBox274" w:shapeid="_x0000_i1584"/>
        </w:object>
      </w:r>
    </w:p>
    <w:p w:rsidR="00077462" w:rsidRDefault="00077462" w:rsidP="00077462">
      <w:pPr>
        <w:framePr w:hSpace="180" w:wrap="around" w:vAnchor="text" w:hAnchor="page" w:x="1426" w:y="170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Swiss Pig </w:t>
      </w:r>
      <w:r>
        <w:object w:dxaOrig="1380" w:dyaOrig="345">
          <v:shape id="_x0000_i1583" type="#_x0000_t75" style="width:37.5pt;height:18pt" o:ole="">
            <v:imagedata r:id="rId8" o:title=""/>
          </v:shape>
          <w:control r:id="rId33" w:name="TextBox275" w:shapeid="_x0000_i1583"/>
        </w:object>
      </w:r>
      <w:r>
        <w:t xml:space="preserve"> Pastrami&amp;Swiss </w:t>
      </w:r>
      <w:r>
        <w:object w:dxaOrig="1380" w:dyaOrig="345">
          <v:shape id="_x0000_i1582" type="#_x0000_t75" style="width:37.5pt;height:18pt" o:ole="">
            <v:imagedata r:id="rId8" o:title=""/>
          </v:shape>
          <w:control r:id="rId34" w:name="TextBox276" w:shapeid="_x0000_i1582"/>
        </w:object>
      </w:r>
      <w:r>
        <w:t xml:space="preserve"> Vege Option </w:t>
      </w:r>
      <w:r>
        <w:object w:dxaOrig="1380" w:dyaOrig="345">
          <v:shape id="_x0000_i1581" type="#_x0000_t75" style="width:37.5pt;height:18pt" o:ole="">
            <v:imagedata r:id="rId8" o:title=""/>
          </v:shape>
          <w:control r:id="rId35" w:name="TextBox277" w:shapeid="_x0000_i1581"/>
        </w:object>
      </w:r>
    </w:p>
    <w:p w:rsidR="00077462" w:rsidRDefault="00077462" w:rsidP="00077462">
      <w:pPr>
        <w:framePr w:w="9061" w:h="1921" w:hRule="exact" w:hSpace="180" w:wrap="around" w:vAnchor="text" w:hAnchor="page" w:x="1351" w:y="608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Comments: eg. Allergies, bagel requests, gluten free</w:t>
      </w:r>
    </w:p>
    <w:p w:rsidR="00077462" w:rsidRDefault="00077462" w:rsidP="00077462">
      <w:pPr>
        <w:framePr w:hSpace="180" w:wrap="around" w:vAnchor="text" w:hAnchor="page" w:x="1366" w:y="496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</w:rPr>
      </w:pPr>
      <w:r>
        <w:rPr>
          <w:b/>
        </w:rPr>
        <w:t xml:space="preserve">Vege Box: </w:t>
      </w:r>
      <w:sdt>
        <w:sdtPr>
          <w:rPr>
            <w:b/>
          </w:rPr>
          <w:id w:val="-1285026124"/>
          <w:placeholder>
            <w:docPart w:val="26EE659DE3684682A20435DE0B175553"/>
          </w:placeholder>
          <w:showingPlcHdr/>
        </w:sdtPr>
        <w:sdtContent>
          <w:r>
            <w:rPr>
              <w:rStyle w:val="PlaceholderText"/>
            </w:rPr>
            <w:t>Please enter no of boxes</w:t>
          </w:r>
        </w:sdtContent>
      </w:sdt>
    </w:p>
    <w:p w:rsidR="00077462" w:rsidRPr="00C071A5" w:rsidRDefault="00077462" w:rsidP="00077462">
      <w:pPr>
        <w:framePr w:hSpace="180" w:wrap="around" w:vAnchor="text" w:hAnchor="page" w:x="1366" w:y="496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The Vegan </w:t>
      </w:r>
      <w:r>
        <w:object w:dxaOrig="1380" w:dyaOrig="345">
          <v:shape id="_x0000_i1662" type="#_x0000_t75" style="width:37.5pt;height:18pt" o:ole="">
            <v:imagedata r:id="rId8" o:title=""/>
          </v:shape>
          <w:control r:id="rId36" w:name="TextBox27111" w:shapeid="_x0000_i1662"/>
        </w:object>
      </w:r>
      <w:r>
        <w:t xml:space="preserve">  Fetta&amp;Beet </w:t>
      </w:r>
      <w:r>
        <w:object w:dxaOrig="1380" w:dyaOrig="345">
          <v:shape id="_x0000_i1661" type="#_x0000_t75" style="width:37.5pt;height:18pt" o:ole="">
            <v:imagedata r:id="rId8" o:title=""/>
          </v:shape>
          <w:control r:id="rId37" w:name="TextBox27112" w:shapeid="_x0000_i1661"/>
        </w:object>
      </w:r>
      <w:r>
        <w:t xml:space="preserve">  Schmear&amp;Salad </w:t>
      </w:r>
      <w:r>
        <w:object w:dxaOrig="1380" w:dyaOrig="345">
          <v:shape id="_x0000_i1660" type="#_x0000_t75" style="width:37.5pt;height:18pt" o:ole="">
            <v:imagedata r:id="rId8" o:title=""/>
          </v:shape>
          <w:control r:id="rId38" w:name="TextBox27113" w:shapeid="_x0000_i1660"/>
        </w:object>
      </w:r>
      <w:r>
        <w:t xml:space="preserve">  Vege Schmear </w:t>
      </w:r>
      <w:r>
        <w:object w:dxaOrig="1380" w:dyaOrig="345">
          <v:shape id="_x0000_i1659" type="#_x0000_t75" style="width:37.5pt;height:18pt" o:ole="">
            <v:imagedata r:id="rId8" o:title=""/>
          </v:shape>
          <w:control r:id="rId39" w:name="TextBox27114" w:shapeid="_x0000_i1659"/>
        </w:object>
      </w:r>
    </w:p>
    <w:p w:rsidR="00C071A5" w:rsidRDefault="0007746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-76200</wp:posOffset>
                </wp:positionH>
                <wp:positionV relativeFrom="paragraph">
                  <wp:posOffset>5217160</wp:posOffset>
                </wp:positionV>
                <wp:extent cx="5772150" cy="4953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7DA0" w:rsidRDefault="00057DA0">
                            <w:r>
                              <w:t xml:space="preserve">OFFICE USE ONLY: </w:t>
                            </w:r>
                            <w:r w:rsidR="00077462">
                              <w:t xml:space="preserve">3 box 10% discount </w:t>
                            </w:r>
                            <w:sdt>
                              <w:sdtPr>
                                <w:id w:val="85878428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077462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077462">
                              <w:t xml:space="preserve">paid in store </w:t>
                            </w:r>
                            <w:sdt>
                              <w:sdtPr>
                                <w:id w:val="-161620864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077462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077462">
                              <w:t xml:space="preserve">paid in office </w:t>
                            </w:r>
                            <w:sdt>
                              <w:sdtPr>
                                <w:id w:val="1284414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077462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pt;margin-top:410.8pt;width:454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" fillcolor="white [3201]" strokeweight=".5pt">
                <v:textbox>
                  <w:txbxContent>
                    <w:p w:rsidR="00057DA0" w:rsidRDefault="00057DA0">
                      <w:r>
                        <w:t xml:space="preserve">OFFICE USE ONLY: </w:t>
                      </w:r>
                      <w:r w:rsidR="00077462">
                        <w:t xml:space="preserve">3 box 10% discount </w:t>
                      </w:r>
                      <w:sdt>
                        <w:sdtPr>
                          <w:id w:val="85878428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077462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077462">
                        <w:t xml:space="preserve">paid in store </w:t>
                      </w:r>
                      <w:sdt>
                        <w:sdtPr>
                          <w:id w:val="-161620864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077462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077462">
                        <w:t xml:space="preserve">paid in office </w:t>
                      </w:r>
                      <w:sdt>
                        <w:sdtPr>
                          <w:id w:val="1284414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077462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071A5" w:rsidSect="005C2D49">
      <w:type w:val="continuous"/>
      <w:pgSz w:w="11906" w:h="16838"/>
      <w:pgMar w:top="1440" w:right="1440" w:bottom="1440" w:left="144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8F" w:rsidRDefault="00FF6D8F" w:rsidP="003808E2">
      <w:pPr>
        <w:spacing w:after="0"/>
      </w:pPr>
      <w:r>
        <w:separator/>
      </w:r>
    </w:p>
  </w:endnote>
  <w:endnote w:type="continuationSeparator" w:id="0">
    <w:p w:rsidR="00FF6D8F" w:rsidRDefault="00FF6D8F" w:rsidP="003808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8F" w:rsidRDefault="00FF6D8F" w:rsidP="003808E2">
      <w:pPr>
        <w:spacing w:after="0"/>
      </w:pPr>
      <w:r>
        <w:separator/>
      </w:r>
    </w:p>
  </w:footnote>
  <w:footnote w:type="continuationSeparator" w:id="0">
    <w:p w:rsidR="00FF6D8F" w:rsidRDefault="00FF6D8F" w:rsidP="003808E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edit="forms" w:enforcement="1" w:cryptProviderType="rsaAES" w:cryptAlgorithmClass="hash" w:cryptAlgorithmType="typeAny" w:cryptAlgorithmSid="14" w:cryptSpinCount="100000" w:hash="CKXpQ4Au0kDqwybuOtHGEWhNvXFaey5N+PkzdCCjpvq+i82gdNZYX/ZhlCy3wc+7lcHN7rcZGhHCpc46tilyLQ==" w:salt="F1Qomamoj/Azs7VIU6r9TQ=="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39"/>
    <w:rsid w:val="00057DA0"/>
    <w:rsid w:val="00077462"/>
    <w:rsid w:val="0014287B"/>
    <w:rsid w:val="003808E2"/>
    <w:rsid w:val="003A641E"/>
    <w:rsid w:val="003C7803"/>
    <w:rsid w:val="004123C5"/>
    <w:rsid w:val="004C6244"/>
    <w:rsid w:val="005C2D49"/>
    <w:rsid w:val="006C3ABE"/>
    <w:rsid w:val="0082583B"/>
    <w:rsid w:val="00874339"/>
    <w:rsid w:val="009A299B"/>
    <w:rsid w:val="00A61E3E"/>
    <w:rsid w:val="00A725DB"/>
    <w:rsid w:val="00C071A5"/>
    <w:rsid w:val="00C70A84"/>
    <w:rsid w:val="00D32B2E"/>
    <w:rsid w:val="00D82785"/>
    <w:rsid w:val="00DD4656"/>
    <w:rsid w:val="00F309D1"/>
    <w:rsid w:val="00FE6B0E"/>
    <w:rsid w:val="00FF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44B022-29F3-4D77-97D7-4436CFDF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28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28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4287B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123C5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123C5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123C5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123C5"/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08E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808E2"/>
  </w:style>
  <w:style w:type="paragraph" w:styleId="Footer">
    <w:name w:val="footer"/>
    <w:basedOn w:val="Normal"/>
    <w:link w:val="FooterChar"/>
    <w:uiPriority w:val="99"/>
    <w:unhideWhenUsed/>
    <w:rsid w:val="003808E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808E2"/>
  </w:style>
  <w:style w:type="character" w:customStyle="1" w:styleId="Style1">
    <w:name w:val="Style1"/>
    <w:basedOn w:val="DefaultParagraphFont"/>
    <w:uiPriority w:val="1"/>
    <w:rsid w:val="00D32B2E"/>
    <w:rPr>
      <w:rFonts w:ascii="Arial" w:hAnsi="Arial"/>
      <w:b/>
      <w:sz w:val="28"/>
    </w:rPr>
  </w:style>
  <w:style w:type="character" w:customStyle="1" w:styleId="Style2">
    <w:name w:val="Style2"/>
    <w:basedOn w:val="DefaultParagraphFont"/>
    <w:uiPriority w:val="1"/>
    <w:rsid w:val="003A641E"/>
    <w:rPr>
      <w:rFonts w:asciiTheme="majorHAnsi" w:hAnsiTheme="majorHAnsi"/>
      <w:b/>
      <w:sz w:val="28"/>
    </w:rPr>
  </w:style>
  <w:style w:type="character" w:customStyle="1" w:styleId="Style3">
    <w:name w:val="Style3"/>
    <w:basedOn w:val="DefaultParagraphFont"/>
    <w:uiPriority w:val="1"/>
    <w:rsid w:val="003A641E"/>
    <w:rPr>
      <w:rFonts w:asciiTheme="majorHAnsi" w:hAnsiTheme="majorHAnsi"/>
      <w:b/>
      <w:color w:val="FF0000"/>
      <w:sz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5.xml"/><Relationship Id="rId18" Type="http://schemas.openxmlformats.org/officeDocument/2006/relationships/image" Target="media/image4.wmf"/><Relationship Id="rId26" Type="http://schemas.openxmlformats.org/officeDocument/2006/relationships/control" Target="activeX/activeX15.xml"/><Relationship Id="rId39" Type="http://schemas.openxmlformats.org/officeDocument/2006/relationships/control" Target="activeX/activeX28.xml"/><Relationship Id="rId3" Type="http://schemas.openxmlformats.org/officeDocument/2006/relationships/settings" Target="settings.xml"/><Relationship Id="rId21" Type="http://schemas.openxmlformats.org/officeDocument/2006/relationships/control" Target="activeX/activeX10.xml"/><Relationship Id="rId34" Type="http://schemas.openxmlformats.org/officeDocument/2006/relationships/control" Target="activeX/activeX23.xml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control" Target="activeX/activeX4.xml"/><Relationship Id="rId17" Type="http://schemas.openxmlformats.org/officeDocument/2006/relationships/control" Target="activeX/activeX8.xml"/><Relationship Id="rId25" Type="http://schemas.openxmlformats.org/officeDocument/2006/relationships/control" Target="activeX/activeX14.xml"/><Relationship Id="rId33" Type="http://schemas.openxmlformats.org/officeDocument/2006/relationships/control" Target="activeX/activeX22.xml"/><Relationship Id="rId38" Type="http://schemas.openxmlformats.org/officeDocument/2006/relationships/control" Target="activeX/activeX27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control" Target="activeX/activeX18.xml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3.xml"/><Relationship Id="rId32" Type="http://schemas.openxmlformats.org/officeDocument/2006/relationships/control" Target="activeX/activeX21.xml"/><Relationship Id="rId37" Type="http://schemas.openxmlformats.org/officeDocument/2006/relationships/control" Target="activeX/activeX26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23" Type="http://schemas.openxmlformats.org/officeDocument/2006/relationships/control" Target="activeX/activeX12.xml"/><Relationship Id="rId28" Type="http://schemas.openxmlformats.org/officeDocument/2006/relationships/control" Target="activeX/activeX17.xml"/><Relationship Id="rId36" Type="http://schemas.openxmlformats.org/officeDocument/2006/relationships/control" Target="activeX/activeX25.xml"/><Relationship Id="rId10" Type="http://schemas.openxmlformats.org/officeDocument/2006/relationships/control" Target="activeX/activeX2.xml"/><Relationship Id="rId19" Type="http://schemas.openxmlformats.org/officeDocument/2006/relationships/control" Target="activeX/activeX9.xml"/><Relationship Id="rId31" Type="http://schemas.openxmlformats.org/officeDocument/2006/relationships/control" Target="activeX/activeX20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1.xml"/><Relationship Id="rId27" Type="http://schemas.openxmlformats.org/officeDocument/2006/relationships/control" Target="activeX/activeX16.xml"/><Relationship Id="rId30" Type="http://schemas.openxmlformats.org/officeDocument/2006/relationships/control" Target="activeX/activeX19.xml"/><Relationship Id="rId35" Type="http://schemas.openxmlformats.org/officeDocument/2006/relationships/control" Target="activeX/activeX2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ropbox\Bagel%20Boys\Kristine\EQUIEM%20FILLABLE%20FORM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1AFBC-93C5-418C-9274-3B26C22B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EQUIEM FILLABLE FORM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The Bagel Boys</cp:lastModifiedBy>
  <cp:revision>2</cp:revision>
  <cp:lastPrinted>2017-09-27T22:58:00Z</cp:lastPrinted>
  <dcterms:created xsi:type="dcterms:W3CDTF">2017-09-29T01:28:00Z</dcterms:created>
  <dcterms:modified xsi:type="dcterms:W3CDTF">2017-09-29T01:28:00Z</dcterms:modified>
</cp:coreProperties>
</file>